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F6DC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814064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426DA0" w14:textId="4E09963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4F3A">
        <w:rPr>
          <w:rFonts w:ascii="Corbel" w:hAnsi="Corbel"/>
          <w:i/>
          <w:smallCaps/>
          <w:sz w:val="24"/>
          <w:szCs w:val="24"/>
        </w:rPr>
        <w:t>2021-202</w:t>
      </w:r>
      <w:r w:rsidR="0088161E">
        <w:rPr>
          <w:rFonts w:ascii="Corbel" w:hAnsi="Corbel"/>
          <w:i/>
          <w:smallCaps/>
          <w:sz w:val="24"/>
          <w:szCs w:val="24"/>
        </w:rPr>
        <w:t>3</w:t>
      </w:r>
    </w:p>
    <w:p w14:paraId="767448B2" w14:textId="7B6A048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B4F3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615CFFE" w14:textId="26229D2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1585E">
        <w:rPr>
          <w:rFonts w:ascii="Corbel" w:hAnsi="Corbel"/>
          <w:sz w:val="20"/>
          <w:szCs w:val="20"/>
        </w:rPr>
        <w:t>20</w:t>
      </w:r>
      <w:r w:rsidR="0088161E">
        <w:rPr>
          <w:rFonts w:ascii="Corbel" w:hAnsi="Corbel"/>
          <w:sz w:val="20"/>
          <w:szCs w:val="20"/>
        </w:rPr>
        <w:t>22</w:t>
      </w:r>
      <w:r w:rsidR="00301F87">
        <w:rPr>
          <w:rFonts w:ascii="Corbel" w:hAnsi="Corbel"/>
          <w:sz w:val="20"/>
          <w:szCs w:val="20"/>
        </w:rPr>
        <w:t>/202</w:t>
      </w:r>
      <w:r w:rsidR="0088161E">
        <w:rPr>
          <w:rFonts w:ascii="Corbel" w:hAnsi="Corbel"/>
          <w:sz w:val="20"/>
          <w:szCs w:val="20"/>
        </w:rPr>
        <w:t>3</w:t>
      </w:r>
    </w:p>
    <w:p w14:paraId="6DD942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E772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A09420" w14:textId="77777777" w:rsidTr="0043109E">
        <w:trPr>
          <w:trHeight w:val="187"/>
        </w:trPr>
        <w:tc>
          <w:tcPr>
            <w:tcW w:w="2694" w:type="dxa"/>
            <w:vAlign w:val="center"/>
          </w:tcPr>
          <w:p w14:paraId="440E4A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541B19" w14:textId="77777777" w:rsidR="0085747A" w:rsidRPr="0043109E" w:rsidRDefault="00AA02B6" w:rsidP="006801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3109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Język migowy – kurs </w:t>
            </w:r>
            <w:r w:rsidR="00680142" w:rsidRPr="0043109E">
              <w:rPr>
                <w:rFonts w:ascii="Corbel" w:hAnsi="Corbel"/>
                <w:b w:val="0"/>
                <w:bCs/>
                <w:sz w:val="24"/>
                <w:szCs w:val="24"/>
              </w:rPr>
              <w:t>zaawansowany</w:t>
            </w:r>
          </w:p>
        </w:tc>
      </w:tr>
      <w:tr w:rsidR="0085747A" w:rsidRPr="009C54AE" w14:paraId="562DC49A" w14:textId="77777777" w:rsidTr="00B819C8">
        <w:tc>
          <w:tcPr>
            <w:tcW w:w="2694" w:type="dxa"/>
            <w:vAlign w:val="center"/>
          </w:tcPr>
          <w:p w14:paraId="375F8E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DE4C9B" w14:textId="34D592ED" w:rsidR="0085747A" w:rsidRPr="009C54AE" w:rsidRDefault="009B43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43109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02A31" w:rsidRPr="00402A31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402A31" w:rsidRPr="00402A31">
              <w:rPr>
                <w:rFonts w:ascii="Corbel" w:hAnsi="Corbel"/>
                <w:b w:val="0"/>
                <w:sz w:val="24"/>
                <w:szCs w:val="24"/>
              </w:rPr>
              <w:t>]F_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05</w:t>
            </w:r>
          </w:p>
        </w:tc>
      </w:tr>
      <w:tr w:rsidR="0085747A" w:rsidRPr="009C54AE" w14:paraId="3262E3B3" w14:textId="77777777" w:rsidTr="00B819C8">
        <w:tc>
          <w:tcPr>
            <w:tcW w:w="2694" w:type="dxa"/>
            <w:vAlign w:val="center"/>
          </w:tcPr>
          <w:p w14:paraId="34DC302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0D4DB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8D7004" w14:textId="77777777" w:rsidTr="00B819C8">
        <w:tc>
          <w:tcPr>
            <w:tcW w:w="2694" w:type="dxa"/>
            <w:vAlign w:val="center"/>
          </w:tcPr>
          <w:p w14:paraId="16C613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E82983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137ED" w14:textId="77777777" w:rsidTr="00B819C8">
        <w:tc>
          <w:tcPr>
            <w:tcW w:w="2694" w:type="dxa"/>
            <w:vAlign w:val="center"/>
          </w:tcPr>
          <w:p w14:paraId="3D0F12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E8281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09FCF31E" w14:textId="77777777" w:rsidTr="00B819C8">
        <w:tc>
          <w:tcPr>
            <w:tcW w:w="2694" w:type="dxa"/>
            <w:vAlign w:val="center"/>
          </w:tcPr>
          <w:p w14:paraId="1CFB47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E95F61" w14:textId="13F6F806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7E4729" w14:textId="77777777" w:rsidTr="00B819C8">
        <w:tc>
          <w:tcPr>
            <w:tcW w:w="2694" w:type="dxa"/>
            <w:vAlign w:val="center"/>
          </w:tcPr>
          <w:p w14:paraId="48078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0CCF6C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95A9DFC" w14:textId="77777777" w:rsidTr="00B819C8">
        <w:tc>
          <w:tcPr>
            <w:tcW w:w="2694" w:type="dxa"/>
            <w:vAlign w:val="center"/>
          </w:tcPr>
          <w:p w14:paraId="397CE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2DF69D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D46D1D" w14:textId="77777777" w:rsidTr="00B819C8">
        <w:tc>
          <w:tcPr>
            <w:tcW w:w="2694" w:type="dxa"/>
            <w:vAlign w:val="center"/>
          </w:tcPr>
          <w:p w14:paraId="746B81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6034BF" w14:textId="4757F24B" w:rsidR="0085747A" w:rsidRPr="009C54AE" w:rsidRDefault="00F670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7128C8B7" w14:textId="77777777" w:rsidTr="00B819C8">
        <w:tc>
          <w:tcPr>
            <w:tcW w:w="2694" w:type="dxa"/>
            <w:vAlign w:val="center"/>
          </w:tcPr>
          <w:p w14:paraId="346AB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FB423B" w14:textId="770D1F20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4A34386" w14:textId="77777777" w:rsidTr="00B819C8">
        <w:tc>
          <w:tcPr>
            <w:tcW w:w="2694" w:type="dxa"/>
            <w:vAlign w:val="center"/>
          </w:tcPr>
          <w:p w14:paraId="44A91B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843F1" w14:textId="25B89B45" w:rsidR="00923D7D" w:rsidRPr="009C54AE" w:rsidRDefault="004310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CE7628" w14:textId="77777777" w:rsidTr="00B819C8">
        <w:tc>
          <w:tcPr>
            <w:tcW w:w="2694" w:type="dxa"/>
            <w:vAlign w:val="center"/>
          </w:tcPr>
          <w:p w14:paraId="166256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A6F33E" w14:textId="5356E18F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52AA251E" w14:textId="77777777" w:rsidTr="00B819C8">
        <w:tc>
          <w:tcPr>
            <w:tcW w:w="2694" w:type="dxa"/>
            <w:vAlign w:val="center"/>
          </w:tcPr>
          <w:p w14:paraId="0B978D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91226" w14:textId="36715A2B"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645EC1D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4056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530C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1CEF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3C2E77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B74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C813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7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F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DB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0F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5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E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7C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AA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5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1DCCE7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F79F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34E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8E98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0C0D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165A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6D6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3282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6524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D98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C00D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98C7" w14:textId="77777777"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A74167" w14:textId="77777777" w:rsidR="00923D7D" w:rsidRPr="009C54AE" w:rsidRDefault="00923D7D" w:rsidP="004310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84DB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BDC6387" w14:textId="77777777" w:rsidR="00107A52" w:rsidRDefault="00107A5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66E17666" w14:textId="0F8D6C7C" w:rsidR="0085747A" w:rsidRPr="009C54AE" w:rsidRDefault="00F670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84007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F6707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4639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288168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D5D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9EDC2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43109E">
        <w:rPr>
          <w:rFonts w:ascii="Corbel" w:hAnsi="Corbel"/>
          <w:b w:val="0"/>
          <w:smallCaps w:val="0"/>
          <w:szCs w:val="24"/>
        </w:rPr>
        <w:t>, 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5878FD5" w14:textId="77777777" w:rsidR="0043109E" w:rsidRDefault="004310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70928C" w14:textId="10180BC0" w:rsidR="009C54AE" w:rsidRDefault="004310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AB2B8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0CD2C" w14:textId="10E3006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93E28F" w14:textId="77777777" w:rsidR="00107A52" w:rsidRPr="009C54AE" w:rsidRDefault="00107A5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5B82C" w14:textId="77777777" w:rsidTr="00745302">
        <w:tc>
          <w:tcPr>
            <w:tcW w:w="9670" w:type="dxa"/>
          </w:tcPr>
          <w:p w14:paraId="5BF764DF" w14:textId="359CFC9F" w:rsidR="0085747A" w:rsidRPr="009C54AE" w:rsidRDefault="00431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zaliczył przedmiot: „J</w:t>
            </w:r>
            <w:r w:rsidR="00634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migowy – kurs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3D73E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9168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5C7C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2576E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4FCD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39E8" w:rsidRPr="009C54AE" w14:paraId="4B9FD585" w14:textId="77777777" w:rsidTr="004639E8">
        <w:tc>
          <w:tcPr>
            <w:tcW w:w="851" w:type="dxa"/>
            <w:vAlign w:val="center"/>
          </w:tcPr>
          <w:p w14:paraId="4396B5F9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CFD80B" w14:textId="16B562CE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apoznanie studentów z wiadomościami na temat różnic i zastosowania polskiego języka migowego i systemu językowo-migowego,</w:t>
            </w:r>
          </w:p>
        </w:tc>
      </w:tr>
      <w:tr w:rsidR="004639E8" w:rsidRPr="009C54AE" w14:paraId="30C6C5EA" w14:textId="77777777" w:rsidTr="004639E8">
        <w:tc>
          <w:tcPr>
            <w:tcW w:w="851" w:type="dxa"/>
            <w:vAlign w:val="center"/>
          </w:tcPr>
          <w:p w14:paraId="4DCF19A5" w14:textId="77777777"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D17AFFA" w14:textId="51593CD3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ozpowszechnianie idei języka migowego jako środka porozumiewania się,</w:t>
            </w:r>
          </w:p>
        </w:tc>
      </w:tr>
      <w:tr w:rsidR="004639E8" w:rsidRPr="009C54AE" w14:paraId="1EDE5568" w14:textId="77777777" w:rsidTr="004639E8">
        <w:tc>
          <w:tcPr>
            <w:tcW w:w="851" w:type="dxa"/>
            <w:vAlign w:val="center"/>
          </w:tcPr>
          <w:p w14:paraId="54A36F68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CF5DAF9" w14:textId="179BD126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527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512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D7966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9070EB7" w14:textId="77777777" w:rsidTr="0088161E">
        <w:tc>
          <w:tcPr>
            <w:tcW w:w="1681" w:type="dxa"/>
            <w:vAlign w:val="center"/>
          </w:tcPr>
          <w:p w14:paraId="38B2D6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FE72B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8EB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161E" w:rsidRPr="009C54AE" w14:paraId="25F094E4" w14:textId="77777777" w:rsidTr="0088161E">
        <w:tc>
          <w:tcPr>
            <w:tcW w:w="1681" w:type="dxa"/>
          </w:tcPr>
          <w:p w14:paraId="7ECC5AD1" w14:textId="07FDC890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0C50A0D" w14:textId="3F08A232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  <w:r>
              <w:rPr>
                <w:rFonts w:ascii="Corbel" w:hAnsi="Corbel" w:cs="Calibri"/>
                <w:sz w:val="24"/>
                <w:szCs w:val="24"/>
              </w:rPr>
              <w:t xml:space="preserve"> Student zna instytucje publiczne wspierające osoby posługujące się językiem migowym.</w:t>
            </w:r>
          </w:p>
        </w:tc>
        <w:tc>
          <w:tcPr>
            <w:tcW w:w="1865" w:type="dxa"/>
          </w:tcPr>
          <w:p w14:paraId="6AFE486D" w14:textId="77777777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221F4D98" w14:textId="382D800C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8161E" w:rsidRPr="009C54AE" w14:paraId="0A0628A6" w14:textId="77777777" w:rsidTr="0088161E">
        <w:tc>
          <w:tcPr>
            <w:tcW w:w="1681" w:type="dxa"/>
          </w:tcPr>
          <w:p w14:paraId="198CB78C" w14:textId="44962F57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66A4758" w14:textId="50A2F46C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klientem, planuje kontynuację kształcenia umiejętności komunikowania się w języku migowym</w:t>
            </w:r>
          </w:p>
        </w:tc>
        <w:tc>
          <w:tcPr>
            <w:tcW w:w="1865" w:type="dxa"/>
          </w:tcPr>
          <w:p w14:paraId="763FD61E" w14:textId="1687A895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8161E" w:rsidRPr="009C54AE" w14:paraId="09B5DD1F" w14:textId="77777777" w:rsidTr="0088161E">
        <w:tc>
          <w:tcPr>
            <w:tcW w:w="1681" w:type="dxa"/>
          </w:tcPr>
          <w:p w14:paraId="37C7BA4E" w14:textId="33BF4C91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4430A6C" w14:textId="58CEA65A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 ewentualnie podejmując decyzje o konieczności współpracy z profesjonalnym tłumaczem PJM.</w:t>
            </w:r>
          </w:p>
        </w:tc>
        <w:tc>
          <w:tcPr>
            <w:tcW w:w="1865" w:type="dxa"/>
          </w:tcPr>
          <w:p w14:paraId="1AF37AAC" w14:textId="0AD0A8E2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295223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B8B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4A2098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549B9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41BB6D" w14:textId="77777777" w:rsidTr="00923D7D">
        <w:tc>
          <w:tcPr>
            <w:tcW w:w="9639" w:type="dxa"/>
          </w:tcPr>
          <w:p w14:paraId="33E1F35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9D6CE3" w14:textId="77777777" w:rsidTr="00923D7D">
        <w:tc>
          <w:tcPr>
            <w:tcW w:w="9639" w:type="dxa"/>
          </w:tcPr>
          <w:p w14:paraId="3AC04ED7" w14:textId="6A41AE8A" w:rsidR="0085747A" w:rsidRPr="00107A52" w:rsidRDefault="00EA23BB" w:rsidP="00107A5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86738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DE20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9800C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8A91C2" w14:textId="77777777" w:rsidTr="00923D7D">
        <w:tc>
          <w:tcPr>
            <w:tcW w:w="9639" w:type="dxa"/>
          </w:tcPr>
          <w:p w14:paraId="3062EF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14:paraId="6B98CE8D" w14:textId="77777777" w:rsidTr="00923D7D">
        <w:tc>
          <w:tcPr>
            <w:tcW w:w="9639" w:type="dxa"/>
          </w:tcPr>
          <w:p w14:paraId="0506A947" w14:textId="77777777" w:rsidR="004639E8" w:rsidRPr="004639E8" w:rsidRDefault="004639E8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14:paraId="7F573D85" w14:textId="77777777" w:rsidTr="00923D7D">
        <w:tc>
          <w:tcPr>
            <w:tcW w:w="9639" w:type="dxa"/>
          </w:tcPr>
          <w:p w14:paraId="6038D52E" w14:textId="77777777" w:rsidR="004639E8" w:rsidRPr="004639E8" w:rsidRDefault="004639E8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14:paraId="3CBFDFFF" w14:textId="77777777" w:rsidTr="00923D7D">
        <w:tc>
          <w:tcPr>
            <w:tcW w:w="9639" w:type="dxa"/>
          </w:tcPr>
          <w:p w14:paraId="50E0022A" w14:textId="2DDC816A" w:rsidR="004639E8" w:rsidRPr="004639E8" w:rsidRDefault="0088161E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88161E">
              <w:rPr>
                <w:rFonts w:ascii="Corbel" w:hAnsi="Corbel"/>
                <w:sz w:val="24"/>
                <w:szCs w:val="24"/>
              </w:rPr>
              <w:t>Kolejne znaki ideograficzne związane z problematyką pracy socjalnej (sytuacje życia codziennego, urzędy, zdrowie).</w:t>
            </w:r>
          </w:p>
        </w:tc>
      </w:tr>
    </w:tbl>
    <w:p w14:paraId="280112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242331" w14:textId="4CE93682" w:rsidR="0085747A" w:rsidRPr="009C54AE" w:rsidRDefault="009F4610" w:rsidP="0088161E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66E186" w14:textId="29DCFF48" w:rsidR="0085747A" w:rsidRPr="00EA23BB" w:rsidRDefault="00EA23BB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EA23BB">
        <w:rPr>
          <w:rFonts w:ascii="Corbel" w:hAnsi="Corbel"/>
          <w:b w:val="0"/>
          <w:i/>
          <w:iCs/>
          <w:smallCaps w:val="0"/>
          <w:szCs w:val="24"/>
        </w:rPr>
        <w:t>Konwersatorium: w</w:t>
      </w:r>
      <w:r w:rsidR="004639E8" w:rsidRPr="00EA23BB">
        <w:rPr>
          <w:rFonts w:ascii="Corbel" w:hAnsi="Corbel"/>
          <w:b w:val="0"/>
          <w:i/>
          <w:iCs/>
          <w:smallCaps w:val="0"/>
          <w:szCs w:val="24"/>
        </w:rPr>
        <w:t>ykład z prezentacją, praca w grupach</w:t>
      </w:r>
      <w:r w:rsidR="0088161E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02E69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CA23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C263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71690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D6A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FD845E" w14:textId="77777777" w:rsidTr="00C05F44">
        <w:tc>
          <w:tcPr>
            <w:tcW w:w="1985" w:type="dxa"/>
            <w:vAlign w:val="center"/>
          </w:tcPr>
          <w:p w14:paraId="08DEE1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7A730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9CA7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E0C9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AFD14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14:paraId="12E9C662" w14:textId="77777777" w:rsidTr="00C05F44">
        <w:tc>
          <w:tcPr>
            <w:tcW w:w="1985" w:type="dxa"/>
          </w:tcPr>
          <w:p w14:paraId="46CBB442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0FCF24F7" w14:textId="77777777" w:rsidR="004639E8" w:rsidRPr="00EA23B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18C9DB2B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14:paraId="5183AC24" w14:textId="77777777" w:rsidTr="00C05F44">
        <w:tc>
          <w:tcPr>
            <w:tcW w:w="1985" w:type="dxa"/>
          </w:tcPr>
          <w:p w14:paraId="2D6C5533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300D56D3" w14:textId="77777777" w:rsidR="004639E8" w:rsidRPr="00EA23B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0AC8B991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8161E" w:rsidRPr="009C54AE" w14:paraId="07FFEF91" w14:textId="77777777" w:rsidTr="00C05F44">
        <w:tc>
          <w:tcPr>
            <w:tcW w:w="1985" w:type="dxa"/>
          </w:tcPr>
          <w:p w14:paraId="6E8BB7B8" w14:textId="118B8632" w:rsidR="0088161E" w:rsidRPr="007D326B" w:rsidRDefault="0088161E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01141180" w14:textId="15E7D062" w:rsidR="0088161E" w:rsidRPr="00EA23BB" w:rsidRDefault="0088161E" w:rsidP="00DA735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8161E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79F00515" w14:textId="05E712E5" w:rsidR="0088161E" w:rsidRDefault="0088161E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8161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8161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36FD1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BE14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E207B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7C00E2" w14:textId="77777777" w:rsidTr="00923D7D">
        <w:tc>
          <w:tcPr>
            <w:tcW w:w="9670" w:type="dxa"/>
          </w:tcPr>
          <w:p w14:paraId="5F3626D1" w14:textId="77777777"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1F3AB9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EA7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97FF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64FB10" w14:textId="77777777" w:rsidTr="003E1941">
        <w:tc>
          <w:tcPr>
            <w:tcW w:w="4962" w:type="dxa"/>
            <w:vAlign w:val="center"/>
          </w:tcPr>
          <w:p w14:paraId="0238FF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8F3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56186FB" w14:textId="77777777" w:rsidTr="00923D7D">
        <w:tc>
          <w:tcPr>
            <w:tcW w:w="4962" w:type="dxa"/>
          </w:tcPr>
          <w:p w14:paraId="1E006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CFF7C9" w14:textId="77777777"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B9DBB47" w14:textId="77777777" w:rsidTr="00923D7D">
        <w:tc>
          <w:tcPr>
            <w:tcW w:w="4962" w:type="dxa"/>
          </w:tcPr>
          <w:p w14:paraId="5983FE0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66C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5DF570" w14:textId="77777777" w:rsidR="00C61DC5" w:rsidRPr="009C54AE" w:rsidRDefault="00F67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8A33AC6" w14:textId="77777777" w:rsidTr="00923D7D">
        <w:tc>
          <w:tcPr>
            <w:tcW w:w="4962" w:type="dxa"/>
          </w:tcPr>
          <w:p w14:paraId="1D267AB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3EBC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CA1562" w14:textId="77777777" w:rsidR="00C61DC5" w:rsidRPr="009C54AE" w:rsidRDefault="00F67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14:paraId="70A4A402" w14:textId="77777777" w:rsidTr="00923D7D">
        <w:tc>
          <w:tcPr>
            <w:tcW w:w="4962" w:type="dxa"/>
          </w:tcPr>
          <w:p w14:paraId="5912A68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8B78C3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A17EE5" w14:textId="77777777" w:rsidTr="00923D7D">
        <w:tc>
          <w:tcPr>
            <w:tcW w:w="4962" w:type="dxa"/>
          </w:tcPr>
          <w:p w14:paraId="7734D26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8354C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8E12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6F37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16D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B4BB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2192B" w:rsidRPr="009C54AE" w14:paraId="60B3EEBF" w14:textId="77777777" w:rsidTr="0071620A">
        <w:trPr>
          <w:trHeight w:val="397"/>
        </w:trPr>
        <w:tc>
          <w:tcPr>
            <w:tcW w:w="3544" w:type="dxa"/>
          </w:tcPr>
          <w:p w14:paraId="579074CC" w14:textId="77777777" w:rsidR="0052192B" w:rsidRPr="009C54AE" w:rsidRDefault="0052192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DDA29B" w14:textId="248E3D70" w:rsidR="0052192B" w:rsidRPr="009C54AE" w:rsidRDefault="00EA23B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="0052192B" w:rsidRPr="009C54AE" w14:paraId="77731409" w14:textId="77777777" w:rsidTr="0071620A">
        <w:trPr>
          <w:trHeight w:val="397"/>
        </w:trPr>
        <w:tc>
          <w:tcPr>
            <w:tcW w:w="3544" w:type="dxa"/>
          </w:tcPr>
          <w:p w14:paraId="71DAF870" w14:textId="77777777" w:rsidR="0052192B" w:rsidRPr="009C54AE" w:rsidRDefault="0052192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79E5D5" w14:textId="11691118" w:rsidR="0052192B" w:rsidRPr="009C54AE" w:rsidRDefault="00EA23B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14D4A09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2B74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DDC5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3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5"/>
      </w:tblGrid>
      <w:tr w:rsidR="004639E8" w:rsidRPr="009C54AE" w14:paraId="2A338275" w14:textId="77777777" w:rsidTr="728E2722">
        <w:trPr>
          <w:trHeight w:val="397"/>
        </w:trPr>
        <w:tc>
          <w:tcPr>
            <w:tcW w:w="8835" w:type="dxa"/>
          </w:tcPr>
          <w:p w14:paraId="48E1695F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1F79CD" w14:textId="77777777" w:rsidR="00EA23BB" w:rsidRPr="004639E8" w:rsidRDefault="00EA23BB" w:rsidP="00EA23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7C6B76" w14:textId="7D9D0965" w:rsidR="004639E8" w:rsidRPr="004639E8" w:rsidRDefault="00EA23BB" w:rsidP="004639E8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9E8" w:rsidRPr="009C54AE" w14:paraId="4A722333" w14:textId="77777777" w:rsidTr="728E2722">
        <w:trPr>
          <w:trHeight w:val="397"/>
        </w:trPr>
        <w:tc>
          <w:tcPr>
            <w:tcW w:w="8835" w:type="dxa"/>
          </w:tcPr>
          <w:p w14:paraId="15208E42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CDEB6B3" w14:textId="77777777" w:rsidR="00EA23BB" w:rsidRDefault="00EA23BB" w:rsidP="00EA23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1CE8285" w14:textId="4713D38F" w:rsidR="00E14699" w:rsidRPr="004639E8" w:rsidRDefault="00EA23BB" w:rsidP="00EA23B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14:paraId="17BD31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43010" w14:textId="08AAA916" w:rsidR="0085747A" w:rsidRPr="009C54AE" w:rsidRDefault="0085747A" w:rsidP="00C45A6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184AF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50DD" w14:textId="77777777" w:rsidR="007417BD" w:rsidRDefault="007417BD" w:rsidP="00C16ABF">
      <w:pPr>
        <w:spacing w:after="0" w:line="240" w:lineRule="auto"/>
      </w:pPr>
      <w:r>
        <w:separator/>
      </w:r>
    </w:p>
  </w:endnote>
  <w:endnote w:type="continuationSeparator" w:id="0">
    <w:p w14:paraId="76A4C7AE" w14:textId="77777777" w:rsidR="007417BD" w:rsidRDefault="007417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969589"/>
      <w:docPartObj>
        <w:docPartGallery w:val="Page Numbers (Bottom of Page)"/>
        <w:docPartUnique/>
      </w:docPartObj>
    </w:sdtPr>
    <w:sdtEndPr/>
    <w:sdtContent>
      <w:p w14:paraId="503092D9" w14:textId="78820922" w:rsidR="00EA23BB" w:rsidRDefault="00EA2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EDEB7" w14:textId="77777777" w:rsidR="00EA23BB" w:rsidRDefault="00EA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871C1" w14:textId="77777777" w:rsidR="007417BD" w:rsidRDefault="007417BD" w:rsidP="00C16ABF">
      <w:pPr>
        <w:spacing w:after="0" w:line="240" w:lineRule="auto"/>
      </w:pPr>
      <w:r>
        <w:separator/>
      </w:r>
    </w:p>
  </w:footnote>
  <w:footnote w:type="continuationSeparator" w:id="0">
    <w:p w14:paraId="22620FF0" w14:textId="77777777" w:rsidR="007417BD" w:rsidRDefault="007417BD" w:rsidP="00C16ABF">
      <w:pPr>
        <w:spacing w:after="0" w:line="240" w:lineRule="auto"/>
      </w:pPr>
      <w:r>
        <w:continuationSeparator/>
      </w:r>
    </w:p>
  </w:footnote>
  <w:footnote w:id="1">
    <w:p w14:paraId="053C3C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A5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F3A"/>
    <w:rsid w:val="001D657B"/>
    <w:rsid w:val="001D7B54"/>
    <w:rsid w:val="001E0209"/>
    <w:rsid w:val="001F2CA2"/>
    <w:rsid w:val="002144C0"/>
    <w:rsid w:val="0021585E"/>
    <w:rsid w:val="002206E5"/>
    <w:rsid w:val="0022477D"/>
    <w:rsid w:val="002278A9"/>
    <w:rsid w:val="002336F9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87"/>
    <w:rsid w:val="0030395F"/>
    <w:rsid w:val="00305C92"/>
    <w:rsid w:val="003102B6"/>
    <w:rsid w:val="003132B3"/>
    <w:rsid w:val="003151C5"/>
    <w:rsid w:val="003343CF"/>
    <w:rsid w:val="00341124"/>
    <w:rsid w:val="00342EFF"/>
    <w:rsid w:val="00346FE9"/>
    <w:rsid w:val="0034759A"/>
    <w:rsid w:val="003503F6"/>
    <w:rsid w:val="00351E49"/>
    <w:rsid w:val="003530DD"/>
    <w:rsid w:val="00363F78"/>
    <w:rsid w:val="00364401"/>
    <w:rsid w:val="0038044E"/>
    <w:rsid w:val="003A0A5B"/>
    <w:rsid w:val="003A1176"/>
    <w:rsid w:val="003A7E37"/>
    <w:rsid w:val="003A7EBA"/>
    <w:rsid w:val="003C0BAE"/>
    <w:rsid w:val="003D18A9"/>
    <w:rsid w:val="003D6CE2"/>
    <w:rsid w:val="003E1941"/>
    <w:rsid w:val="003E2FE6"/>
    <w:rsid w:val="003E49D5"/>
    <w:rsid w:val="003F205D"/>
    <w:rsid w:val="003F38C0"/>
    <w:rsid w:val="00402A31"/>
    <w:rsid w:val="00414E3C"/>
    <w:rsid w:val="00416C11"/>
    <w:rsid w:val="0042244A"/>
    <w:rsid w:val="0042745A"/>
    <w:rsid w:val="0043109E"/>
    <w:rsid w:val="00431D5C"/>
    <w:rsid w:val="004362C6"/>
    <w:rsid w:val="00437FA2"/>
    <w:rsid w:val="004447EE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33E2"/>
    <w:rsid w:val="004A3EEA"/>
    <w:rsid w:val="004A4D1F"/>
    <w:rsid w:val="004D5282"/>
    <w:rsid w:val="004F1551"/>
    <w:rsid w:val="004F55A3"/>
    <w:rsid w:val="0050496F"/>
    <w:rsid w:val="00513B6F"/>
    <w:rsid w:val="00517C63"/>
    <w:rsid w:val="0052192B"/>
    <w:rsid w:val="005363C4"/>
    <w:rsid w:val="00536BDE"/>
    <w:rsid w:val="00543ACC"/>
    <w:rsid w:val="0056696D"/>
    <w:rsid w:val="0059484D"/>
    <w:rsid w:val="005A0855"/>
    <w:rsid w:val="005A3196"/>
    <w:rsid w:val="005C080F"/>
    <w:rsid w:val="005C2245"/>
    <w:rsid w:val="005C55E5"/>
    <w:rsid w:val="005C696A"/>
    <w:rsid w:val="005E6E85"/>
    <w:rsid w:val="005F31D2"/>
    <w:rsid w:val="0061029B"/>
    <w:rsid w:val="006143C4"/>
    <w:rsid w:val="00617230"/>
    <w:rsid w:val="00621CE1"/>
    <w:rsid w:val="00627FC9"/>
    <w:rsid w:val="00634E15"/>
    <w:rsid w:val="00647FA8"/>
    <w:rsid w:val="00650C5F"/>
    <w:rsid w:val="00654934"/>
    <w:rsid w:val="006620D9"/>
    <w:rsid w:val="00667146"/>
    <w:rsid w:val="00671958"/>
    <w:rsid w:val="00675843"/>
    <w:rsid w:val="00680142"/>
    <w:rsid w:val="006810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7B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C3299"/>
    <w:rsid w:val="007C3BCC"/>
    <w:rsid w:val="007C4546"/>
    <w:rsid w:val="007D6A3F"/>
    <w:rsid w:val="007D6E56"/>
    <w:rsid w:val="007F4155"/>
    <w:rsid w:val="0081554D"/>
    <w:rsid w:val="0081707E"/>
    <w:rsid w:val="008449B3"/>
    <w:rsid w:val="008552A2"/>
    <w:rsid w:val="0085747A"/>
    <w:rsid w:val="0088161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A0B"/>
    <w:rsid w:val="008E64F4"/>
    <w:rsid w:val="008E7840"/>
    <w:rsid w:val="008F12C9"/>
    <w:rsid w:val="008F6E29"/>
    <w:rsid w:val="00916188"/>
    <w:rsid w:val="00923D7D"/>
    <w:rsid w:val="00936E0E"/>
    <w:rsid w:val="009508DF"/>
    <w:rsid w:val="00950DAC"/>
    <w:rsid w:val="00954A07"/>
    <w:rsid w:val="00965C70"/>
    <w:rsid w:val="00986776"/>
    <w:rsid w:val="00997F14"/>
    <w:rsid w:val="009A78D9"/>
    <w:rsid w:val="009B43AC"/>
    <w:rsid w:val="009C3E31"/>
    <w:rsid w:val="009C54AE"/>
    <w:rsid w:val="009C788E"/>
    <w:rsid w:val="009D3F3B"/>
    <w:rsid w:val="009E0543"/>
    <w:rsid w:val="009E3B41"/>
    <w:rsid w:val="009F3C5C"/>
    <w:rsid w:val="009F4610"/>
    <w:rsid w:val="00A0088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07"/>
    <w:rsid w:val="00A84C85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DF"/>
    <w:rsid w:val="00B66529"/>
    <w:rsid w:val="00B75946"/>
    <w:rsid w:val="00B8056E"/>
    <w:rsid w:val="00B819C8"/>
    <w:rsid w:val="00B82308"/>
    <w:rsid w:val="00B83362"/>
    <w:rsid w:val="00B90885"/>
    <w:rsid w:val="00BA3122"/>
    <w:rsid w:val="00BB520A"/>
    <w:rsid w:val="00BD3869"/>
    <w:rsid w:val="00BD66E9"/>
    <w:rsid w:val="00BD6FF4"/>
    <w:rsid w:val="00BF2C41"/>
    <w:rsid w:val="00BF592B"/>
    <w:rsid w:val="00C01453"/>
    <w:rsid w:val="00C058B4"/>
    <w:rsid w:val="00C05F44"/>
    <w:rsid w:val="00C131B5"/>
    <w:rsid w:val="00C16ABF"/>
    <w:rsid w:val="00C170AE"/>
    <w:rsid w:val="00C26CB7"/>
    <w:rsid w:val="00C324C1"/>
    <w:rsid w:val="00C36992"/>
    <w:rsid w:val="00C45A6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EE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AFC"/>
    <w:rsid w:val="00DA2114"/>
    <w:rsid w:val="00DA4EB7"/>
    <w:rsid w:val="00DE09C0"/>
    <w:rsid w:val="00DE4A14"/>
    <w:rsid w:val="00DF320D"/>
    <w:rsid w:val="00DF71C8"/>
    <w:rsid w:val="00E129B8"/>
    <w:rsid w:val="00E1469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3BB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075"/>
    <w:rsid w:val="00F7066B"/>
    <w:rsid w:val="00F765D6"/>
    <w:rsid w:val="00F83B28"/>
    <w:rsid w:val="00F974DA"/>
    <w:rsid w:val="00FA46E5"/>
    <w:rsid w:val="00FB5016"/>
    <w:rsid w:val="00FB7DBA"/>
    <w:rsid w:val="00FC1C25"/>
    <w:rsid w:val="00FC3F45"/>
    <w:rsid w:val="00FD503F"/>
    <w:rsid w:val="00FD7589"/>
    <w:rsid w:val="00FF016A"/>
    <w:rsid w:val="00FF1401"/>
    <w:rsid w:val="00FF4E5C"/>
    <w:rsid w:val="00FF5E7D"/>
    <w:rsid w:val="1517B151"/>
    <w:rsid w:val="48887020"/>
    <w:rsid w:val="728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7E3F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E0A90-391C-4BFE-A388-E8AD94097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1BC09F-AD69-4475-881C-60BA99149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0F5E6F-2610-43EB-AC4D-3845855D58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F1F0EF-FC6B-4634-A710-4739DAA5B96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4</Pages>
  <Words>780</Words>
  <Characters>4684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Jamroży</cp:lastModifiedBy>
  <cp:revision>12</cp:revision>
  <cp:lastPrinted>2019-02-06T12:12:00Z</cp:lastPrinted>
  <dcterms:created xsi:type="dcterms:W3CDTF">2020-10-28T04:53:00Z</dcterms:created>
  <dcterms:modified xsi:type="dcterms:W3CDTF">2021-10-01T14:07:00Z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